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C209" w14:textId="3E973075" w:rsidR="00703EE5" w:rsidRDefault="00C40A52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492AC90D" w14:textId="234B6187" w:rsidR="00C40A52" w:rsidRPr="00C40A52" w:rsidRDefault="00C40A52" w:rsidP="00912661">
      <w:pPr>
        <w:spacing w:after="0"/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93E2E" wp14:editId="04C08F6E">
                <wp:simplePos x="0" y="0"/>
                <wp:positionH relativeFrom="column">
                  <wp:posOffset>1229360</wp:posOffset>
                </wp:positionH>
                <wp:positionV relativeFrom="paragraph">
                  <wp:posOffset>213995</wp:posOffset>
                </wp:positionV>
                <wp:extent cx="3124200" cy="25717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257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40DC0A" w14:textId="60210881" w:rsidR="00C40A52" w:rsidRPr="00D83B39" w:rsidRDefault="00C40A52" w:rsidP="00C40A5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D6E3BC" w:themeColor="accent3" w:themeTint="66"/>
                                <w:sz w:val="280"/>
                                <w:szCs w:val="280"/>
                                <w14:textOutline w14:w="228600" w14:cap="rnd" w14:cmpd="sng" w14:algn="ctr">
                                  <w14:solidFill>
                                    <w14:schemeClr w14:val="accent2">
                                      <w14:alpha w14:val="20000"/>
                                      <w14:lumMod w14:val="75000"/>
                                    </w14:schemeClr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</w:pPr>
                            <w:r w:rsidRPr="00D83B39">
                              <w:rPr>
                                <w:rFonts w:ascii="Arial Black" w:hAnsi="Arial Black" w:cs="Arial Black"/>
                                <w:color w:val="D6E3BC" w:themeColor="accent3" w:themeTint="66"/>
                                <w:sz w:val="280"/>
                                <w:szCs w:val="280"/>
                                <w14:textOutline w14:w="228600" w14:cap="rnd" w14:cmpd="sng" w14:algn="ctr">
                                  <w14:solidFill>
                                    <w14:schemeClr w14:val="accent2">
                                      <w14:alpha w14:val="20000"/>
                                      <w14:lumMod w14:val="75000"/>
                                    </w14:schemeClr>
                                  </w14:solidFill>
                                  <w14:prstDash w14:val="sysDot"/>
                                  <w14:bevel/>
                                </w14:textOutline>
                              </w:rPr>
                              <w:t>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E93E2E" id="Rectangle 1" o:spid="_x0000_s1026" style="position:absolute;margin-left:96.8pt;margin-top:16.85pt;width:246pt;height:20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" filled="f" stroked="f" strokeweight="2pt">
                <v:textbox>
                  <w:txbxContent>
                    <w:p w14:paraId="5440DC0A" w14:textId="60210881" w:rsidR="00C40A52" w:rsidRPr="00D83B39" w:rsidRDefault="00C40A52" w:rsidP="00C40A5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D6E3BC" w:themeColor="accent3" w:themeTint="66"/>
                          <w:sz w:val="280"/>
                          <w:szCs w:val="280"/>
                          <w14:textOutline w14:w="228600" w14:cap="rnd" w14:cmpd="sng" w14:algn="ctr">
                            <w14:solidFill>
                              <w14:schemeClr w14:val="accent2">
                                <w14:alpha w14:val="20000"/>
                                <w14:lumMod w14:val="75000"/>
                              </w14:schemeClr>
                            </w14:solidFill>
                            <w14:prstDash w14:val="sysDot"/>
                            <w14:bevel/>
                          </w14:textOutline>
                        </w:rPr>
                      </w:pPr>
                      <w:r w:rsidRPr="00D83B39">
                        <w:rPr>
                          <w:rFonts w:ascii="Arial Black" w:hAnsi="Arial Black" w:cs="Arial Black"/>
                          <w:color w:val="D6E3BC" w:themeColor="accent3" w:themeTint="66"/>
                          <w:sz w:val="280"/>
                          <w:szCs w:val="280"/>
                          <w14:textOutline w14:w="228600" w14:cap="rnd" w14:cmpd="sng" w14:algn="ctr">
                            <w14:solidFill>
                              <w14:schemeClr w14:val="accent2">
                                <w14:alpha w14:val="20000"/>
                                <w14:lumMod w14:val="75000"/>
                              </w14:schemeClr>
                            </w14:solidFill>
                            <w14:prstDash w14:val="sysDot"/>
                            <w14:bevel/>
                          </w14:textOutline>
                        </w:rPr>
                        <w:t>♥</w:t>
                      </w:r>
                    </w:p>
                  </w:txbxContent>
                </v:textbox>
              </v:rect>
            </w:pict>
          </mc:Fallback>
        </mc:AlternateContent>
      </w:r>
    </w:p>
    <w:sectPr w:rsidR="00C40A52" w:rsidRPr="00C40A52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52"/>
    <w:rsid w:val="000C1ECD"/>
    <w:rsid w:val="00321565"/>
    <w:rsid w:val="00326855"/>
    <w:rsid w:val="00394667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620D"/>
    <w:rsid w:val="00BD6080"/>
    <w:rsid w:val="00C26373"/>
    <w:rsid w:val="00C40A52"/>
    <w:rsid w:val="00D83B39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A982AA"/>
  <w14:discardImageEditingData/>
  <w14:defaultImageDpi w14:val="32767"/>
  <w15:chartTrackingRefBased/>
  <w15:docId w15:val="{51274E8B-F7A7-4DAC-9185-8D2E102F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8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2022-12-16T08:45:00Z</dcterms:created>
  <dcterms:modified xsi:type="dcterms:W3CDTF">2022-12-19T16:46:00Z</dcterms:modified>
</cp:coreProperties>
</file>